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AB" w:rsidRPr="00EB5AD0" w:rsidRDefault="008073AB">
      <w:pPr>
        <w:rPr>
          <w:sz w:val="32"/>
          <w:szCs w:val="32"/>
        </w:rPr>
      </w:pPr>
      <w:r w:rsidRPr="00EB5AD0">
        <w:rPr>
          <w:sz w:val="32"/>
          <w:szCs w:val="32"/>
        </w:rPr>
        <w:t xml:space="preserve">План-календарь подготовки </w:t>
      </w:r>
      <w:r w:rsidRPr="00EB5AD0">
        <w:rPr>
          <w:sz w:val="32"/>
          <w:szCs w:val="32"/>
          <w:u w:val="single"/>
        </w:rPr>
        <w:t>женской с</w:t>
      </w:r>
      <w:r w:rsidRPr="00EB5AD0">
        <w:rPr>
          <w:sz w:val="32"/>
          <w:szCs w:val="32"/>
        </w:rPr>
        <w:t>борной команды России по голболу к ПИ 2012 года.</w:t>
      </w:r>
    </w:p>
    <w:p w:rsidR="008073AB" w:rsidRDefault="008073AB">
      <w:pPr>
        <w:rPr>
          <w:sz w:val="28"/>
          <w:szCs w:val="28"/>
        </w:rPr>
      </w:pPr>
      <w:r w:rsidRPr="00B05ECB">
        <w:rPr>
          <w:sz w:val="28"/>
          <w:szCs w:val="28"/>
          <w:u w:val="single"/>
        </w:rPr>
        <w:t>Примерный</w:t>
      </w:r>
      <w:r>
        <w:rPr>
          <w:sz w:val="28"/>
          <w:szCs w:val="28"/>
        </w:rPr>
        <w:t xml:space="preserve"> календарь УТС и международных соревнований  и чемпионатов на 2011 – 2012 г.г.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8"/>
        <w:gridCol w:w="1761"/>
        <w:gridCol w:w="2481"/>
        <w:gridCol w:w="1410"/>
        <w:gridCol w:w="1127"/>
        <w:gridCol w:w="1132"/>
        <w:gridCol w:w="992"/>
      </w:tblGrid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№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Наименование спорт. мероприятия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Место проведения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Примерная дата проведения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Кол-во участн.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В том числе спортсм.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Кол-во трееров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8465D">
              <w:rPr>
                <w:b/>
                <w:sz w:val="28"/>
                <w:szCs w:val="28"/>
              </w:rPr>
              <w:t>2011 год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1.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08.02.2011-  21.02.2011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2.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МС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Финляндия,__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22.02.2011-  26.02.2011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3.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10.04.2011-  12.04.2011 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4.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МС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Австралия,__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Апрель 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5.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27.05.2011-  12.05.2011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6.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МС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Швеция,__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13.05.2011-  16.05.2011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7.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04.07.2011-  20.07.2011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ПМ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США, Колорадо-Спрингс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Июль 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9.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08.08.2011-  25.08.2011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10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lang w:val="en-US"/>
              </w:rPr>
            </w:pPr>
            <w:r w:rsidRPr="0048465D">
              <w:rPr>
                <w:sz w:val="28"/>
                <w:szCs w:val="28"/>
              </w:rPr>
              <w:t>ЧЕ,</w:t>
            </w:r>
            <w:r w:rsidRPr="0048465D">
              <w:t xml:space="preserve">квалификац. Турнир </w:t>
            </w:r>
            <w:r w:rsidRPr="0048465D">
              <w:rPr>
                <w:lang w:val="en-US"/>
              </w:rPr>
              <w:t>IBSA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Турция,</w:t>
            </w:r>
            <w:r w:rsidRPr="0048465D">
              <w:rPr>
                <w:lang w:val="en-US"/>
              </w:rPr>
              <w:t>?</w:t>
            </w:r>
            <w:r w:rsidRPr="0048465D">
              <w:t>__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Август?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11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Россия,Сочи, ФГУП»ЮГ СПОРТ»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Август-?Сентябрь?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12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19.09.2011-  30.09.2011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13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МС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Украина, Харьков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01.10.2011-  04.10.2011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14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30.11.2011-  10.12.2011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15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МС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Азиатские игры, Китай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11.12.2011-  19.12.2011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48465D">
              <w:rPr>
                <w:b/>
                <w:sz w:val="28"/>
                <w:szCs w:val="28"/>
              </w:rPr>
              <w:t>2012год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</w:p>
        </w:tc>
      </w:tr>
      <w:tr w:rsidR="008073AB" w:rsidRPr="0048465D" w:rsidTr="0048465D">
        <w:trPr>
          <w:trHeight w:val="406"/>
        </w:trPr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08.02.2012-  21.02.2012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2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МС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Финляндия,__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22.02.2012-  26.02.2012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3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08.04.2012-  22.04.2012 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4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МС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Австралия,__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Апрель 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5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25.05.2012-  12.05.2012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6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МС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Швеция,__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13.05.2012-  16.05.2012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7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04.06.2012-  20.06.2012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8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МС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Германия,__-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Июль 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9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Россия,Сочи, ФГУП»ЮГ СПОРТ»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01.07.2012-  15.07.2012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10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Великобритания,__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08.08.2012-  25.08.2012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11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ПИ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Лондон, Великобритания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29.08.2012-  09.09.2012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6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12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19.09.2012-  30.09.2012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13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МС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Украина, Харьков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01.10.2012-  04.10.2012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14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УТС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Россия, Лобня, РОЦ» Озеро Круглое»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30.11.2012-  10.12.2012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rPr>
                <w:sz w:val="28"/>
                <w:szCs w:val="28"/>
              </w:rPr>
              <w:t xml:space="preserve">  </w:t>
            </w:r>
            <w:r w:rsidRPr="0048465D"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4</w:t>
            </w:r>
          </w:p>
        </w:tc>
      </w:tr>
      <w:tr w:rsidR="008073AB" w:rsidRPr="0048465D" w:rsidTr="0048465D">
        <w:tc>
          <w:tcPr>
            <w:tcW w:w="668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15</w:t>
            </w:r>
          </w:p>
        </w:tc>
        <w:tc>
          <w:tcPr>
            <w:tcW w:w="1761" w:type="dxa"/>
          </w:tcPr>
          <w:p w:rsidR="008073AB" w:rsidRPr="0048465D" w:rsidRDefault="008073AB" w:rsidP="0048465D">
            <w:pPr>
              <w:spacing w:after="0" w:line="240" w:lineRule="auto"/>
              <w:rPr>
                <w:sz w:val="28"/>
                <w:szCs w:val="28"/>
              </w:rPr>
            </w:pPr>
            <w:r w:rsidRPr="0048465D">
              <w:rPr>
                <w:sz w:val="28"/>
                <w:szCs w:val="28"/>
              </w:rPr>
              <w:t>МС</w:t>
            </w:r>
          </w:p>
        </w:tc>
        <w:tc>
          <w:tcPr>
            <w:tcW w:w="2481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Азиатские игры, Китай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11.12.2012-  19.12.2012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11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 xml:space="preserve">  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073AB" w:rsidRPr="0048465D" w:rsidRDefault="008073AB" w:rsidP="0048465D">
            <w:pPr>
              <w:spacing w:after="0" w:line="240" w:lineRule="auto"/>
            </w:pPr>
            <w:r w:rsidRPr="0048465D">
              <w:t>5</w:t>
            </w:r>
          </w:p>
        </w:tc>
      </w:tr>
    </w:tbl>
    <w:p w:rsidR="008073AB" w:rsidRDefault="008073AB" w:rsidP="00294361">
      <w:pPr>
        <w:rPr>
          <w:sz w:val="28"/>
          <w:szCs w:val="28"/>
        </w:rPr>
      </w:pPr>
    </w:p>
    <w:p w:rsidR="008073AB" w:rsidRDefault="008073AB" w:rsidP="00294361">
      <w:pPr>
        <w:rPr>
          <w:sz w:val="28"/>
          <w:szCs w:val="28"/>
        </w:rPr>
      </w:pPr>
    </w:p>
    <w:p w:rsidR="008073AB" w:rsidRDefault="008073AB" w:rsidP="00294361">
      <w:pPr>
        <w:rPr>
          <w:sz w:val="28"/>
          <w:szCs w:val="28"/>
        </w:rPr>
      </w:pPr>
    </w:p>
    <w:p w:rsidR="008073AB" w:rsidRDefault="008073AB" w:rsidP="00294361">
      <w:pPr>
        <w:rPr>
          <w:sz w:val="28"/>
          <w:szCs w:val="28"/>
        </w:rPr>
      </w:pPr>
    </w:p>
    <w:p w:rsidR="008073AB" w:rsidRPr="001B00EC" w:rsidRDefault="008073AB" w:rsidP="00294361">
      <w:pPr>
        <w:rPr>
          <w:sz w:val="28"/>
          <w:szCs w:val="28"/>
        </w:rPr>
      </w:pPr>
      <w:r>
        <w:rPr>
          <w:sz w:val="28"/>
          <w:szCs w:val="28"/>
        </w:rPr>
        <w:t>Ст. тренер_______________Е.К. Удодова.</w:t>
      </w:r>
    </w:p>
    <w:sectPr w:rsidR="008073AB" w:rsidRPr="001B00EC" w:rsidSect="00127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420B9"/>
    <w:multiLevelType w:val="hybridMultilevel"/>
    <w:tmpl w:val="B3E60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2FE"/>
    <w:rsid w:val="00097B06"/>
    <w:rsid w:val="00117FA1"/>
    <w:rsid w:val="00127AD8"/>
    <w:rsid w:val="001577AF"/>
    <w:rsid w:val="001B00EC"/>
    <w:rsid w:val="002823BA"/>
    <w:rsid w:val="00294361"/>
    <w:rsid w:val="002A13F5"/>
    <w:rsid w:val="003C61FF"/>
    <w:rsid w:val="00467A85"/>
    <w:rsid w:val="0048465D"/>
    <w:rsid w:val="005C155B"/>
    <w:rsid w:val="0080737E"/>
    <w:rsid w:val="008073AB"/>
    <w:rsid w:val="008C3819"/>
    <w:rsid w:val="009F42E9"/>
    <w:rsid w:val="00A176A8"/>
    <w:rsid w:val="00AD2032"/>
    <w:rsid w:val="00AE52FE"/>
    <w:rsid w:val="00AF06A7"/>
    <w:rsid w:val="00B05ECB"/>
    <w:rsid w:val="00EB5AD0"/>
    <w:rsid w:val="00EF5510"/>
    <w:rsid w:val="00F53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AD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94361"/>
    <w:pPr>
      <w:ind w:left="720"/>
      <w:contextualSpacing/>
    </w:pPr>
  </w:style>
  <w:style w:type="table" w:styleId="TableGrid">
    <w:name w:val="Table Grid"/>
    <w:basedOn w:val="TableNormal"/>
    <w:uiPriority w:val="99"/>
    <w:rsid w:val="0029436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341</Words>
  <Characters>1944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План-календарь подготовки женской сборной команды России по голболу к ПИ 2012 года</dc:title>
  <dc:subject/>
  <dc:creator>системчик</dc:creator>
  <cp:keywords/>
  <dc:description/>
  <cp:lastModifiedBy>Admin</cp:lastModifiedBy>
  <cp:revision>2</cp:revision>
  <dcterms:created xsi:type="dcterms:W3CDTF">2010-05-21T18:44:00Z</dcterms:created>
  <dcterms:modified xsi:type="dcterms:W3CDTF">2010-05-21T18:44:00Z</dcterms:modified>
</cp:coreProperties>
</file>